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FD6" w:rsidRPr="00D80551" w:rsidRDefault="001F3FD6" w:rsidP="00BF6B0C">
      <w:pPr>
        <w:spacing w:after="0" w:line="240" w:lineRule="auto"/>
        <w:jc w:val="center"/>
        <w:rPr>
          <w:b/>
          <w:bCs/>
          <w:i/>
          <w:iCs/>
          <w:sz w:val="36"/>
          <w:szCs w:val="36"/>
        </w:rPr>
      </w:pPr>
      <w:r w:rsidRPr="00D80551">
        <w:rPr>
          <w:b/>
          <w:bCs/>
          <w:i/>
          <w:iCs/>
          <w:sz w:val="36"/>
          <w:szCs w:val="36"/>
        </w:rPr>
        <w:t>BDKSZ KISTÉRSÉGI ÁMK MŰVELŐDÉSI HÁZA</w:t>
      </w:r>
    </w:p>
    <w:p w:rsidR="001F3FD6" w:rsidRPr="00D80551" w:rsidRDefault="001F3FD6" w:rsidP="00BF6B0C">
      <w:pPr>
        <w:spacing w:after="0" w:line="240" w:lineRule="auto"/>
        <w:jc w:val="center"/>
        <w:rPr>
          <w:b/>
          <w:bCs/>
          <w:i/>
          <w:iCs/>
          <w:sz w:val="36"/>
          <w:szCs w:val="36"/>
        </w:rPr>
      </w:pPr>
      <w:r w:rsidRPr="00D80551">
        <w:rPr>
          <w:b/>
          <w:bCs/>
          <w:i/>
          <w:iCs/>
          <w:sz w:val="36"/>
          <w:szCs w:val="36"/>
        </w:rPr>
        <w:t>BESZÁMOLÓ</w:t>
      </w:r>
      <w:r>
        <w:rPr>
          <w:b/>
          <w:bCs/>
          <w:i/>
          <w:iCs/>
          <w:sz w:val="36"/>
          <w:szCs w:val="36"/>
        </w:rPr>
        <w:t xml:space="preserve"> 2011/2012</w:t>
      </w:r>
    </w:p>
    <w:p w:rsidR="001F3FD6" w:rsidRPr="00D80551" w:rsidRDefault="001F3FD6" w:rsidP="00BF6B0C">
      <w:pPr>
        <w:spacing w:after="0" w:line="240" w:lineRule="auto"/>
        <w:rPr>
          <w:sz w:val="24"/>
          <w:szCs w:val="24"/>
        </w:rPr>
      </w:pPr>
      <w:r w:rsidRPr="00D80551">
        <w:rPr>
          <w:sz w:val="24"/>
          <w:szCs w:val="24"/>
        </w:rPr>
        <w:t>A művelődési házban 2011/2012-ben a</w:t>
      </w:r>
      <w:r>
        <w:rPr>
          <w:sz w:val="24"/>
          <w:szCs w:val="24"/>
        </w:rPr>
        <w:t>z összeállított</w:t>
      </w:r>
      <w:r w:rsidRPr="00D80551">
        <w:rPr>
          <w:sz w:val="24"/>
          <w:szCs w:val="24"/>
        </w:rPr>
        <w:t xml:space="preserve"> munkaterv szerint folyt a munka.</w:t>
      </w:r>
    </w:p>
    <w:p w:rsidR="001F3FD6" w:rsidRPr="00D80551" w:rsidRDefault="001F3FD6" w:rsidP="00BF6B0C">
      <w:pPr>
        <w:spacing w:after="0" w:line="240" w:lineRule="auto"/>
        <w:rPr>
          <w:b/>
          <w:bCs/>
          <w:sz w:val="28"/>
          <w:szCs w:val="28"/>
        </w:rPr>
      </w:pPr>
      <w:r w:rsidRPr="00D80551">
        <w:rPr>
          <w:b/>
          <w:bCs/>
          <w:sz w:val="28"/>
          <w:szCs w:val="28"/>
        </w:rPr>
        <w:t>Feladataink a következőek voltak:</w:t>
      </w:r>
    </w:p>
    <w:p w:rsidR="001F3FD6" w:rsidRPr="00D80551" w:rsidRDefault="001F3FD6" w:rsidP="00BF6B0C">
      <w:pPr>
        <w:pStyle w:val="ListParagraph"/>
        <w:numPr>
          <w:ilvl w:val="0"/>
          <w:numId w:val="1"/>
        </w:numPr>
        <w:spacing w:after="0" w:line="240" w:lineRule="auto"/>
        <w:rPr>
          <w:b/>
          <w:bCs/>
          <w:i/>
          <w:iCs/>
          <w:sz w:val="28"/>
          <w:szCs w:val="28"/>
        </w:rPr>
      </w:pPr>
      <w:r w:rsidRPr="00D80551">
        <w:rPr>
          <w:b/>
          <w:bCs/>
          <w:i/>
          <w:iCs/>
          <w:sz w:val="28"/>
          <w:szCs w:val="28"/>
        </w:rPr>
        <w:t>Kiscsoportok, kisközösségek szervezése.</w:t>
      </w:r>
    </w:p>
    <w:p w:rsidR="001F3FD6" w:rsidRDefault="001F3FD6" w:rsidP="00BF6B0C">
      <w:pPr>
        <w:pStyle w:val="ListParagraph"/>
        <w:spacing w:after="0" w:line="240" w:lineRule="auto"/>
        <w:rPr>
          <w:sz w:val="24"/>
          <w:szCs w:val="24"/>
        </w:rPr>
      </w:pPr>
      <w:r w:rsidRPr="00D80551">
        <w:rPr>
          <w:sz w:val="24"/>
          <w:szCs w:val="24"/>
        </w:rPr>
        <w:t>A meglévő csoportok folytatták</w:t>
      </w:r>
      <w:r>
        <w:rPr>
          <w:sz w:val="24"/>
          <w:szCs w:val="24"/>
        </w:rPr>
        <w:t xml:space="preserve"> éves</w:t>
      </w:r>
      <w:r w:rsidRPr="00D80551">
        <w:rPr>
          <w:sz w:val="24"/>
          <w:szCs w:val="24"/>
        </w:rPr>
        <w:t xml:space="preserve"> munkáikat: Nyugdíjas Dalkör, Nyugdíjas klub, Polgárő</w:t>
      </w:r>
      <w:r>
        <w:rPr>
          <w:sz w:val="24"/>
          <w:szCs w:val="24"/>
        </w:rPr>
        <w:t>rség, Természetjáró Szakosztály</w:t>
      </w:r>
    </w:p>
    <w:p w:rsidR="001F3FD6" w:rsidRPr="00D80551" w:rsidRDefault="001F3FD6" w:rsidP="00BF6B0C">
      <w:pPr>
        <w:pStyle w:val="ListParagraph"/>
        <w:spacing w:after="0" w:line="240" w:lineRule="auto"/>
        <w:rPr>
          <w:sz w:val="24"/>
          <w:szCs w:val="24"/>
        </w:rPr>
      </w:pPr>
    </w:p>
    <w:p w:rsidR="001F3FD6" w:rsidRPr="00D80551" w:rsidRDefault="001F3FD6" w:rsidP="00BF6B0C">
      <w:pPr>
        <w:pStyle w:val="ListParagraph"/>
        <w:spacing w:after="0" w:line="240" w:lineRule="auto"/>
        <w:rPr>
          <w:i/>
          <w:iCs/>
          <w:sz w:val="24"/>
          <w:szCs w:val="24"/>
        </w:rPr>
      </w:pPr>
      <w:r w:rsidRPr="00D80551">
        <w:rPr>
          <w:i/>
          <w:iCs/>
          <w:sz w:val="24"/>
          <w:szCs w:val="24"/>
        </w:rPr>
        <w:t>2011-ben új kisközösségek is alakultak:</w:t>
      </w:r>
    </w:p>
    <w:p w:rsidR="001F3FD6" w:rsidRPr="00D80551" w:rsidRDefault="001F3FD6" w:rsidP="00BF6B0C">
      <w:pPr>
        <w:pStyle w:val="ListParagraph"/>
        <w:numPr>
          <w:ilvl w:val="0"/>
          <w:numId w:val="2"/>
        </w:numPr>
        <w:spacing w:after="0" w:line="240" w:lineRule="auto"/>
        <w:rPr>
          <w:b/>
          <w:bCs/>
          <w:sz w:val="24"/>
          <w:szCs w:val="24"/>
        </w:rPr>
      </w:pPr>
      <w:r w:rsidRPr="00D80551">
        <w:rPr>
          <w:b/>
          <w:bCs/>
          <w:sz w:val="24"/>
          <w:szCs w:val="24"/>
        </w:rPr>
        <w:t>Latin és modern tánccsoport</w:t>
      </w:r>
    </w:p>
    <w:p w:rsidR="001F3FD6" w:rsidRPr="00D80551" w:rsidRDefault="001F3FD6" w:rsidP="00BF6B0C">
      <w:pPr>
        <w:pStyle w:val="ListParagraph"/>
        <w:spacing w:after="0" w:line="240" w:lineRule="auto"/>
        <w:ind w:left="1080"/>
        <w:rPr>
          <w:sz w:val="24"/>
          <w:szCs w:val="24"/>
        </w:rPr>
      </w:pPr>
      <w:r w:rsidRPr="00D80551">
        <w:rPr>
          <w:sz w:val="24"/>
          <w:szCs w:val="24"/>
        </w:rPr>
        <w:t xml:space="preserve">A csoport vezetője: Mészáros Szabina </w:t>
      </w:r>
    </w:p>
    <w:p w:rsidR="001F3FD6" w:rsidRPr="00D80551" w:rsidRDefault="001F3FD6" w:rsidP="00BF6B0C">
      <w:pPr>
        <w:pStyle w:val="ListParagraph"/>
        <w:spacing w:after="0"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3 csoport indult: </w:t>
      </w:r>
      <w:r w:rsidRPr="00D80551">
        <w:rPr>
          <w:sz w:val="24"/>
          <w:szCs w:val="24"/>
        </w:rPr>
        <w:t>óvod</w:t>
      </w:r>
      <w:r>
        <w:rPr>
          <w:sz w:val="24"/>
          <w:szCs w:val="24"/>
        </w:rPr>
        <w:t xml:space="preserve">ásoknak, alsó tagozatos iskolásoknak és </w:t>
      </w:r>
      <w:r w:rsidRPr="00D80551">
        <w:rPr>
          <w:sz w:val="24"/>
          <w:szCs w:val="24"/>
        </w:rPr>
        <w:t>felső tagozatos iskolások</w:t>
      </w:r>
      <w:r>
        <w:rPr>
          <w:sz w:val="24"/>
          <w:szCs w:val="24"/>
        </w:rPr>
        <w:t>nak</w:t>
      </w:r>
    </w:p>
    <w:p w:rsidR="001F3FD6" w:rsidRPr="00D80551" w:rsidRDefault="001F3FD6" w:rsidP="00BF6B0C">
      <w:pPr>
        <w:pStyle w:val="ListParagraph"/>
        <w:spacing w:after="0" w:line="240" w:lineRule="auto"/>
        <w:ind w:left="1080"/>
        <w:rPr>
          <w:sz w:val="24"/>
          <w:szCs w:val="24"/>
        </w:rPr>
      </w:pPr>
      <w:r w:rsidRPr="00D80551">
        <w:rPr>
          <w:sz w:val="24"/>
          <w:szCs w:val="24"/>
        </w:rPr>
        <w:t>Összlétszám: 45 fő</w:t>
      </w:r>
    </w:p>
    <w:p w:rsidR="001F3FD6" w:rsidRPr="00D80551" w:rsidRDefault="001F3FD6" w:rsidP="00BF6B0C">
      <w:pPr>
        <w:pStyle w:val="ListParagraph"/>
        <w:numPr>
          <w:ilvl w:val="0"/>
          <w:numId w:val="2"/>
        </w:numPr>
        <w:spacing w:after="0" w:line="240" w:lineRule="auto"/>
        <w:rPr>
          <w:b/>
          <w:bCs/>
          <w:sz w:val="24"/>
          <w:szCs w:val="24"/>
        </w:rPr>
      </w:pPr>
      <w:r w:rsidRPr="00D80551">
        <w:rPr>
          <w:b/>
          <w:bCs/>
          <w:sz w:val="24"/>
          <w:szCs w:val="24"/>
        </w:rPr>
        <w:t>Zumbások</w:t>
      </w:r>
    </w:p>
    <w:p w:rsidR="001F3FD6" w:rsidRPr="00D80551" w:rsidRDefault="001F3FD6" w:rsidP="00BF6B0C">
      <w:pPr>
        <w:pStyle w:val="ListParagraph"/>
        <w:spacing w:after="0" w:line="240" w:lineRule="auto"/>
        <w:ind w:left="1080"/>
        <w:rPr>
          <w:sz w:val="24"/>
          <w:szCs w:val="24"/>
        </w:rPr>
      </w:pPr>
      <w:r w:rsidRPr="00D80551">
        <w:rPr>
          <w:sz w:val="24"/>
          <w:szCs w:val="24"/>
        </w:rPr>
        <w:t>A csoport vezetője: Molnárné Sarus Ildikó</w:t>
      </w:r>
    </w:p>
    <w:p w:rsidR="001F3FD6" w:rsidRPr="00D80551" w:rsidRDefault="001F3FD6" w:rsidP="00BF6B0C">
      <w:pPr>
        <w:pStyle w:val="ListParagraph"/>
        <w:spacing w:after="0" w:line="240" w:lineRule="auto"/>
        <w:ind w:left="1080"/>
        <w:rPr>
          <w:sz w:val="24"/>
          <w:szCs w:val="24"/>
        </w:rPr>
      </w:pPr>
      <w:r w:rsidRPr="00D80551">
        <w:rPr>
          <w:sz w:val="24"/>
          <w:szCs w:val="24"/>
        </w:rPr>
        <w:t>Aktív résztvevő: 20 fő</w:t>
      </w:r>
    </w:p>
    <w:p w:rsidR="001F3FD6" w:rsidRPr="00D80551" w:rsidRDefault="001F3FD6" w:rsidP="00BF6B0C">
      <w:pPr>
        <w:pStyle w:val="ListParagraph"/>
        <w:numPr>
          <w:ilvl w:val="0"/>
          <w:numId w:val="2"/>
        </w:numPr>
        <w:spacing w:after="0" w:line="240" w:lineRule="auto"/>
        <w:rPr>
          <w:b/>
          <w:bCs/>
          <w:sz w:val="24"/>
          <w:szCs w:val="24"/>
        </w:rPr>
      </w:pPr>
      <w:r w:rsidRPr="00D80551">
        <w:rPr>
          <w:b/>
          <w:bCs/>
          <w:sz w:val="24"/>
          <w:szCs w:val="24"/>
        </w:rPr>
        <w:t>Néptánccsoport</w:t>
      </w:r>
    </w:p>
    <w:p w:rsidR="001F3FD6" w:rsidRPr="00D80551" w:rsidRDefault="001F3FD6" w:rsidP="00BF6B0C">
      <w:pPr>
        <w:pStyle w:val="ListParagraph"/>
        <w:spacing w:after="0" w:line="240" w:lineRule="auto"/>
        <w:ind w:left="1080"/>
        <w:rPr>
          <w:sz w:val="24"/>
          <w:szCs w:val="24"/>
        </w:rPr>
      </w:pPr>
      <w:r w:rsidRPr="00D80551">
        <w:rPr>
          <w:sz w:val="24"/>
          <w:szCs w:val="24"/>
        </w:rPr>
        <w:t>A csoport vezetője: Major Adrienn</w:t>
      </w:r>
    </w:p>
    <w:p w:rsidR="001F3FD6" w:rsidRPr="00D80551" w:rsidRDefault="001F3FD6" w:rsidP="00BF6B0C">
      <w:pPr>
        <w:pStyle w:val="ListParagraph"/>
        <w:spacing w:after="0" w:line="240" w:lineRule="auto"/>
        <w:ind w:left="1080"/>
        <w:rPr>
          <w:sz w:val="24"/>
          <w:szCs w:val="24"/>
        </w:rPr>
      </w:pPr>
      <w:r w:rsidRPr="00D80551">
        <w:rPr>
          <w:sz w:val="24"/>
          <w:szCs w:val="24"/>
        </w:rPr>
        <w:t>Csoport létszám: 14 fő (óvodás, iskolás)</w:t>
      </w:r>
    </w:p>
    <w:p w:rsidR="001F3FD6" w:rsidRPr="00D80551" w:rsidRDefault="001F3FD6" w:rsidP="00BF6B0C">
      <w:pPr>
        <w:pStyle w:val="ListParagraph"/>
        <w:numPr>
          <w:ilvl w:val="0"/>
          <w:numId w:val="2"/>
        </w:numPr>
        <w:spacing w:after="0" w:line="240" w:lineRule="auto"/>
        <w:rPr>
          <w:b/>
          <w:bCs/>
          <w:sz w:val="24"/>
          <w:szCs w:val="24"/>
        </w:rPr>
      </w:pPr>
      <w:r w:rsidRPr="00D80551">
        <w:rPr>
          <w:b/>
          <w:bCs/>
          <w:sz w:val="24"/>
          <w:szCs w:val="24"/>
        </w:rPr>
        <w:t>Kortalanok klubja</w:t>
      </w:r>
    </w:p>
    <w:p w:rsidR="001F3FD6" w:rsidRPr="00D80551" w:rsidRDefault="001F3FD6" w:rsidP="00BF6B0C">
      <w:pPr>
        <w:pStyle w:val="ListParagraph"/>
        <w:spacing w:after="0" w:line="240" w:lineRule="auto"/>
        <w:ind w:left="1080"/>
        <w:rPr>
          <w:sz w:val="24"/>
          <w:szCs w:val="24"/>
        </w:rPr>
      </w:pPr>
      <w:r w:rsidRPr="00D80551">
        <w:rPr>
          <w:sz w:val="24"/>
          <w:szCs w:val="24"/>
        </w:rPr>
        <w:t>A klub vezetője: Tóth Ferenc</w:t>
      </w:r>
    </w:p>
    <w:p w:rsidR="001F3FD6" w:rsidRPr="00D80551" w:rsidRDefault="001F3FD6" w:rsidP="00BF6B0C">
      <w:pPr>
        <w:pStyle w:val="ListParagraph"/>
        <w:spacing w:after="0" w:line="240" w:lineRule="auto"/>
        <w:ind w:left="1080"/>
        <w:rPr>
          <w:sz w:val="24"/>
          <w:szCs w:val="24"/>
        </w:rPr>
      </w:pPr>
      <w:r w:rsidRPr="00D80551">
        <w:rPr>
          <w:sz w:val="24"/>
          <w:szCs w:val="24"/>
        </w:rPr>
        <w:t>Alapító tagok: 6 fő</w:t>
      </w:r>
    </w:p>
    <w:p w:rsidR="001F3FD6" w:rsidRPr="00D80551" w:rsidRDefault="001F3FD6" w:rsidP="00BF6B0C">
      <w:pPr>
        <w:spacing w:after="0" w:line="240" w:lineRule="auto"/>
        <w:jc w:val="both"/>
        <w:rPr>
          <w:sz w:val="24"/>
          <w:szCs w:val="24"/>
        </w:rPr>
      </w:pPr>
      <w:r w:rsidRPr="00D80551">
        <w:rPr>
          <w:sz w:val="24"/>
          <w:szCs w:val="24"/>
        </w:rPr>
        <w:t>Az ifjúsági klub szervezett formá</w:t>
      </w:r>
      <w:r>
        <w:rPr>
          <w:sz w:val="24"/>
          <w:szCs w:val="24"/>
        </w:rPr>
        <w:t>já</w:t>
      </w:r>
      <w:r w:rsidRPr="00D80551">
        <w:rPr>
          <w:sz w:val="24"/>
          <w:szCs w:val="24"/>
        </w:rPr>
        <w:t xml:space="preserve">ban nem működik, viszont a rendezvényeink szervezésében, lebonyolításában, megörökítésében aktívan részt vesznek. Szüreti felvonulás, 56’-os megemlékezés, falukarácsony, </w:t>
      </w:r>
      <w:r>
        <w:rPr>
          <w:sz w:val="24"/>
          <w:szCs w:val="24"/>
        </w:rPr>
        <w:t xml:space="preserve">farsang, </w:t>
      </w:r>
      <w:r w:rsidRPr="00D80551">
        <w:rPr>
          <w:sz w:val="24"/>
          <w:szCs w:val="24"/>
        </w:rPr>
        <w:t xml:space="preserve">gyermeknap, stb. </w:t>
      </w:r>
    </w:p>
    <w:p w:rsidR="001F3FD6" w:rsidRPr="00D80551" w:rsidRDefault="001F3FD6" w:rsidP="00BF6B0C">
      <w:pPr>
        <w:spacing w:after="0" w:line="240" w:lineRule="auto"/>
        <w:jc w:val="both"/>
        <w:rPr>
          <w:sz w:val="24"/>
          <w:szCs w:val="24"/>
        </w:rPr>
      </w:pPr>
      <w:r w:rsidRPr="00D80551">
        <w:rPr>
          <w:sz w:val="24"/>
          <w:szCs w:val="24"/>
        </w:rPr>
        <w:t>Besegítenek a dekorációk, plakátok, szórólapok, műsorok készítésébe</w:t>
      </w:r>
      <w:r>
        <w:rPr>
          <w:sz w:val="24"/>
          <w:szCs w:val="24"/>
        </w:rPr>
        <w:t xml:space="preserve">. A Vértes- Gerecse Vidékfejlesztési Közösség </w:t>
      </w:r>
      <w:r w:rsidRPr="00D80551">
        <w:rPr>
          <w:sz w:val="24"/>
          <w:szCs w:val="24"/>
        </w:rPr>
        <w:t xml:space="preserve">által hirdetett nyári táborozáson a mi ajánlásunkkal </w:t>
      </w:r>
      <w:r>
        <w:rPr>
          <w:sz w:val="24"/>
          <w:szCs w:val="24"/>
        </w:rPr>
        <w:t>2 fiatal térítési díj nélkül</w:t>
      </w:r>
      <w:r w:rsidRPr="00D80551">
        <w:rPr>
          <w:sz w:val="24"/>
          <w:szCs w:val="24"/>
        </w:rPr>
        <w:t xml:space="preserve"> vehet részt</w:t>
      </w:r>
      <w:r>
        <w:rPr>
          <w:sz w:val="24"/>
          <w:szCs w:val="24"/>
        </w:rPr>
        <w:t xml:space="preserve"> augusztusban</w:t>
      </w:r>
      <w:r w:rsidRPr="00D80551">
        <w:rPr>
          <w:sz w:val="24"/>
          <w:szCs w:val="24"/>
        </w:rPr>
        <w:t>.</w:t>
      </w:r>
    </w:p>
    <w:p w:rsidR="001F3FD6" w:rsidRPr="00D80551" w:rsidRDefault="001F3FD6" w:rsidP="00BF6B0C">
      <w:pPr>
        <w:pStyle w:val="ListParagraph"/>
        <w:numPr>
          <w:ilvl w:val="0"/>
          <w:numId w:val="1"/>
        </w:numPr>
        <w:spacing w:after="0" w:line="240" w:lineRule="auto"/>
        <w:rPr>
          <w:b/>
          <w:bCs/>
          <w:i/>
          <w:iCs/>
          <w:sz w:val="28"/>
          <w:szCs w:val="28"/>
        </w:rPr>
      </w:pPr>
      <w:r w:rsidRPr="00D80551">
        <w:rPr>
          <w:b/>
          <w:bCs/>
          <w:i/>
          <w:iCs/>
          <w:sz w:val="28"/>
          <w:szCs w:val="28"/>
        </w:rPr>
        <w:t xml:space="preserve">Értékes művészeti alkotások bemutatása, közvetítése a befogadók felé. </w:t>
      </w:r>
    </w:p>
    <w:p w:rsidR="001F3FD6" w:rsidRPr="00D80551" w:rsidRDefault="001F3FD6" w:rsidP="00BF6B0C">
      <w:pPr>
        <w:pStyle w:val="ListParagraph"/>
        <w:spacing w:after="0" w:line="240" w:lineRule="auto"/>
        <w:rPr>
          <w:sz w:val="24"/>
          <w:szCs w:val="24"/>
        </w:rPr>
      </w:pPr>
    </w:p>
    <w:p w:rsidR="001F3FD6" w:rsidRPr="00D80551" w:rsidRDefault="001F3FD6" w:rsidP="00BF6B0C">
      <w:pPr>
        <w:pStyle w:val="ListParagraph"/>
        <w:spacing w:after="0" w:line="240" w:lineRule="auto"/>
        <w:rPr>
          <w:b/>
          <w:bCs/>
          <w:sz w:val="24"/>
          <w:szCs w:val="24"/>
          <w:u w:val="single"/>
        </w:rPr>
      </w:pPr>
      <w:r w:rsidRPr="00D80551">
        <w:rPr>
          <w:b/>
          <w:bCs/>
          <w:sz w:val="24"/>
          <w:szCs w:val="24"/>
          <w:u w:val="single"/>
        </w:rPr>
        <w:t>Kiállítások</w:t>
      </w:r>
      <w:r>
        <w:rPr>
          <w:b/>
          <w:bCs/>
          <w:sz w:val="24"/>
          <w:szCs w:val="24"/>
          <w:u w:val="single"/>
        </w:rPr>
        <w:t xml:space="preserve"> a művelődési házban</w:t>
      </w:r>
    </w:p>
    <w:p w:rsidR="001F3FD6" w:rsidRDefault="001F3FD6" w:rsidP="00BF6B0C">
      <w:pPr>
        <w:pStyle w:val="ListParagraph"/>
        <w:spacing w:after="0" w:line="240" w:lineRule="auto"/>
        <w:rPr>
          <w:sz w:val="24"/>
          <w:szCs w:val="24"/>
        </w:rPr>
      </w:pPr>
      <w:r w:rsidRPr="00D80551">
        <w:rPr>
          <w:sz w:val="24"/>
          <w:szCs w:val="24"/>
        </w:rPr>
        <w:t>Az idei évben előtérbe kerültek a helyi alkotók színvonalas munkái</w:t>
      </w:r>
      <w:r>
        <w:rPr>
          <w:sz w:val="24"/>
          <w:szCs w:val="24"/>
        </w:rPr>
        <w:t>,</w:t>
      </w:r>
      <w:r w:rsidRPr="00D80551">
        <w:rPr>
          <w:sz w:val="24"/>
          <w:szCs w:val="24"/>
        </w:rPr>
        <w:t xml:space="preserve"> de a vidéki tehetségek is bemutatkoztak.</w:t>
      </w:r>
    </w:p>
    <w:p w:rsidR="001F3FD6" w:rsidRPr="00D80551" w:rsidRDefault="001F3FD6" w:rsidP="00BF6B0C">
      <w:pPr>
        <w:pStyle w:val="ListParagraph"/>
        <w:spacing w:after="0" w:line="240" w:lineRule="auto"/>
        <w:rPr>
          <w:sz w:val="24"/>
          <w:szCs w:val="24"/>
        </w:rPr>
      </w:pPr>
    </w:p>
    <w:p w:rsidR="001F3FD6" w:rsidRPr="00D80551" w:rsidRDefault="001F3FD6" w:rsidP="00BF6B0C">
      <w:pPr>
        <w:pStyle w:val="ListParagraph"/>
        <w:spacing w:after="0" w:line="240" w:lineRule="auto"/>
        <w:rPr>
          <w:i/>
          <w:iCs/>
          <w:sz w:val="24"/>
          <w:szCs w:val="24"/>
        </w:rPr>
      </w:pPr>
      <w:r w:rsidRPr="00D80551">
        <w:rPr>
          <w:i/>
          <w:iCs/>
          <w:sz w:val="24"/>
          <w:szCs w:val="24"/>
        </w:rPr>
        <w:t>2011. szeptember 19-től 2011. október 10-ig</w:t>
      </w:r>
    </w:p>
    <w:p w:rsidR="001F3FD6" w:rsidRDefault="001F3FD6" w:rsidP="00BF6B0C">
      <w:pPr>
        <w:pStyle w:val="ListParagraph"/>
        <w:spacing w:after="0" w:line="240" w:lineRule="auto"/>
        <w:rPr>
          <w:sz w:val="24"/>
          <w:szCs w:val="24"/>
        </w:rPr>
      </w:pPr>
      <w:r w:rsidRPr="00D80551">
        <w:rPr>
          <w:sz w:val="24"/>
          <w:szCs w:val="24"/>
        </w:rPr>
        <w:t>Balogh Bettina fotókiállítása</w:t>
      </w:r>
    </w:p>
    <w:p w:rsidR="001F3FD6" w:rsidRPr="00D80551" w:rsidRDefault="001F3FD6" w:rsidP="00BF6B0C">
      <w:pPr>
        <w:pStyle w:val="ListParagraph"/>
        <w:spacing w:after="0" w:line="240" w:lineRule="auto"/>
        <w:rPr>
          <w:sz w:val="24"/>
          <w:szCs w:val="24"/>
        </w:rPr>
      </w:pPr>
    </w:p>
    <w:p w:rsidR="001F3FD6" w:rsidRPr="00D80551" w:rsidRDefault="001F3FD6" w:rsidP="00BF6B0C">
      <w:pPr>
        <w:pStyle w:val="ListParagraph"/>
        <w:spacing w:after="0" w:line="240" w:lineRule="auto"/>
        <w:rPr>
          <w:i/>
          <w:iCs/>
          <w:sz w:val="24"/>
          <w:szCs w:val="24"/>
        </w:rPr>
      </w:pPr>
      <w:r w:rsidRPr="00D80551">
        <w:rPr>
          <w:i/>
          <w:iCs/>
          <w:sz w:val="24"/>
          <w:szCs w:val="24"/>
        </w:rPr>
        <w:t xml:space="preserve">2011. október 14-től 2011. november 18-ig </w:t>
      </w:r>
    </w:p>
    <w:p w:rsidR="001F3FD6" w:rsidRPr="00E86930" w:rsidRDefault="001F3FD6" w:rsidP="00BF6B0C">
      <w:pPr>
        <w:pStyle w:val="ListParagraph"/>
        <w:spacing w:after="0" w:line="240" w:lineRule="auto"/>
        <w:rPr>
          <w:sz w:val="24"/>
          <w:szCs w:val="24"/>
        </w:rPr>
      </w:pPr>
      <w:r w:rsidRPr="00D80551">
        <w:rPr>
          <w:sz w:val="24"/>
          <w:szCs w:val="24"/>
        </w:rPr>
        <w:t>Kovács Béláné festményei és</w:t>
      </w:r>
      <w:r>
        <w:rPr>
          <w:sz w:val="24"/>
          <w:szCs w:val="24"/>
        </w:rPr>
        <w:t xml:space="preserve"> tanítványa</w:t>
      </w:r>
      <w:r w:rsidRPr="00D80551">
        <w:rPr>
          <w:sz w:val="24"/>
          <w:szCs w:val="24"/>
        </w:rPr>
        <w:t xml:space="preserve"> Horváth Adrienn grafikái</w:t>
      </w:r>
    </w:p>
    <w:p w:rsidR="001F3FD6" w:rsidRPr="00D80551" w:rsidRDefault="001F3FD6" w:rsidP="00BF6B0C">
      <w:pPr>
        <w:pStyle w:val="ListParagraph"/>
        <w:spacing w:after="0" w:line="240" w:lineRule="auto"/>
        <w:rPr>
          <w:i/>
          <w:iCs/>
          <w:sz w:val="24"/>
          <w:szCs w:val="24"/>
        </w:rPr>
      </w:pPr>
      <w:r w:rsidRPr="00D80551">
        <w:rPr>
          <w:i/>
          <w:iCs/>
          <w:sz w:val="24"/>
          <w:szCs w:val="24"/>
        </w:rPr>
        <w:t>2011. november 25-től 2011. december 19-ig</w:t>
      </w:r>
    </w:p>
    <w:p w:rsidR="001F3FD6" w:rsidRDefault="001F3FD6" w:rsidP="00BF6B0C">
      <w:pPr>
        <w:pStyle w:val="ListParagraph"/>
        <w:spacing w:after="0" w:line="240" w:lineRule="auto"/>
        <w:rPr>
          <w:sz w:val="24"/>
          <w:szCs w:val="24"/>
        </w:rPr>
      </w:pPr>
      <w:r w:rsidRPr="00D80551">
        <w:rPr>
          <w:sz w:val="24"/>
          <w:szCs w:val="24"/>
        </w:rPr>
        <w:t xml:space="preserve">Fénnyel festők klubjának és Kriskó </w:t>
      </w:r>
      <w:r>
        <w:rPr>
          <w:sz w:val="24"/>
          <w:szCs w:val="24"/>
        </w:rPr>
        <w:t>Nikolettának a</w:t>
      </w:r>
      <w:r w:rsidRPr="00D80551">
        <w:rPr>
          <w:sz w:val="24"/>
          <w:szCs w:val="24"/>
        </w:rPr>
        <w:t xml:space="preserve"> fotókiállítása</w:t>
      </w:r>
    </w:p>
    <w:p w:rsidR="001F3FD6" w:rsidRPr="00D80551" w:rsidRDefault="001F3FD6" w:rsidP="00BF6B0C">
      <w:pPr>
        <w:pStyle w:val="ListParagraph"/>
        <w:spacing w:after="0" w:line="240" w:lineRule="auto"/>
        <w:rPr>
          <w:sz w:val="24"/>
          <w:szCs w:val="24"/>
        </w:rPr>
      </w:pPr>
    </w:p>
    <w:p w:rsidR="001F3FD6" w:rsidRPr="00D80551" w:rsidRDefault="001F3FD6" w:rsidP="00BF6B0C">
      <w:pPr>
        <w:pStyle w:val="ListParagraph"/>
        <w:spacing w:after="0" w:line="240" w:lineRule="auto"/>
        <w:rPr>
          <w:i/>
          <w:iCs/>
          <w:sz w:val="24"/>
          <w:szCs w:val="24"/>
        </w:rPr>
      </w:pPr>
      <w:r w:rsidRPr="00D80551">
        <w:rPr>
          <w:i/>
          <w:iCs/>
          <w:sz w:val="24"/>
          <w:szCs w:val="24"/>
        </w:rPr>
        <w:t>2011. december 9-től 2011.</w:t>
      </w:r>
      <w:r>
        <w:rPr>
          <w:i/>
          <w:iCs/>
          <w:sz w:val="24"/>
          <w:szCs w:val="24"/>
        </w:rPr>
        <w:t xml:space="preserve"> </w:t>
      </w:r>
      <w:r w:rsidRPr="00D80551">
        <w:rPr>
          <w:i/>
          <w:iCs/>
          <w:sz w:val="24"/>
          <w:szCs w:val="24"/>
        </w:rPr>
        <w:t xml:space="preserve">december 18-ig </w:t>
      </w:r>
    </w:p>
    <w:p w:rsidR="001F3FD6" w:rsidRDefault="001F3FD6" w:rsidP="00BF6B0C">
      <w:pPr>
        <w:pStyle w:val="ListParagraph"/>
        <w:spacing w:after="0" w:line="240" w:lineRule="auto"/>
        <w:rPr>
          <w:sz w:val="24"/>
          <w:szCs w:val="24"/>
        </w:rPr>
      </w:pPr>
      <w:r w:rsidRPr="00D80551">
        <w:rPr>
          <w:sz w:val="24"/>
          <w:szCs w:val="24"/>
        </w:rPr>
        <w:t>Karácsonyfa és mézeskalács kiállítás</w:t>
      </w:r>
    </w:p>
    <w:p w:rsidR="001F3FD6" w:rsidRPr="00D80551" w:rsidRDefault="001F3FD6" w:rsidP="00BF6B0C">
      <w:pPr>
        <w:pStyle w:val="ListParagraph"/>
        <w:spacing w:after="0" w:line="240" w:lineRule="auto"/>
        <w:rPr>
          <w:sz w:val="24"/>
          <w:szCs w:val="24"/>
        </w:rPr>
      </w:pPr>
    </w:p>
    <w:p w:rsidR="001F3FD6" w:rsidRPr="00D80551" w:rsidRDefault="001F3FD6" w:rsidP="00BF6B0C">
      <w:pPr>
        <w:pStyle w:val="ListParagraph"/>
        <w:spacing w:after="0" w:line="240" w:lineRule="auto"/>
        <w:rPr>
          <w:i/>
          <w:iCs/>
          <w:sz w:val="24"/>
          <w:szCs w:val="24"/>
        </w:rPr>
      </w:pPr>
      <w:r w:rsidRPr="00D80551">
        <w:rPr>
          <w:i/>
          <w:iCs/>
          <w:sz w:val="24"/>
          <w:szCs w:val="24"/>
        </w:rPr>
        <w:t>2012. március 15-től 2012.</w:t>
      </w:r>
      <w:r>
        <w:rPr>
          <w:i/>
          <w:iCs/>
          <w:sz w:val="24"/>
          <w:szCs w:val="24"/>
        </w:rPr>
        <w:t xml:space="preserve"> </w:t>
      </w:r>
      <w:r w:rsidRPr="00D80551">
        <w:rPr>
          <w:i/>
          <w:iCs/>
          <w:sz w:val="24"/>
          <w:szCs w:val="24"/>
        </w:rPr>
        <w:t>március 25-ig</w:t>
      </w:r>
    </w:p>
    <w:p w:rsidR="001F3FD6" w:rsidRDefault="001F3FD6" w:rsidP="00BF6B0C">
      <w:pPr>
        <w:pStyle w:val="ListParagraph"/>
        <w:spacing w:after="0" w:line="240" w:lineRule="auto"/>
        <w:rPr>
          <w:sz w:val="24"/>
          <w:szCs w:val="24"/>
        </w:rPr>
      </w:pPr>
      <w:r w:rsidRPr="00D80551">
        <w:rPr>
          <w:sz w:val="24"/>
          <w:szCs w:val="24"/>
        </w:rPr>
        <w:t>A hímző szakkör, Fáncsik Zoltánné, szövő és népi iparművész munkái és Balogh Bettina fotói</w:t>
      </w:r>
    </w:p>
    <w:p w:rsidR="001F3FD6" w:rsidRPr="00D80551" w:rsidRDefault="001F3FD6" w:rsidP="00BF6B0C">
      <w:pPr>
        <w:pStyle w:val="ListParagraph"/>
        <w:spacing w:after="0" w:line="240" w:lineRule="auto"/>
        <w:rPr>
          <w:sz w:val="24"/>
          <w:szCs w:val="24"/>
        </w:rPr>
      </w:pPr>
    </w:p>
    <w:p w:rsidR="001F3FD6" w:rsidRPr="00D80551" w:rsidRDefault="001F3FD6" w:rsidP="00BF6B0C">
      <w:pPr>
        <w:pStyle w:val="ListParagraph"/>
        <w:spacing w:after="0" w:line="240" w:lineRule="auto"/>
        <w:rPr>
          <w:i/>
          <w:iCs/>
          <w:sz w:val="24"/>
          <w:szCs w:val="24"/>
        </w:rPr>
      </w:pPr>
      <w:r w:rsidRPr="00D80551">
        <w:rPr>
          <w:i/>
          <w:iCs/>
          <w:sz w:val="24"/>
          <w:szCs w:val="24"/>
        </w:rPr>
        <w:t>2012. április 20-tól 2012. május 14-ig</w:t>
      </w:r>
    </w:p>
    <w:p w:rsidR="001F3FD6" w:rsidRDefault="001F3FD6" w:rsidP="00BF6B0C">
      <w:pPr>
        <w:pStyle w:val="ListParagraph"/>
        <w:spacing w:after="0" w:line="240" w:lineRule="auto"/>
        <w:rPr>
          <w:sz w:val="24"/>
          <w:szCs w:val="24"/>
        </w:rPr>
      </w:pPr>
      <w:r w:rsidRPr="00D80551">
        <w:rPr>
          <w:sz w:val="24"/>
          <w:szCs w:val="24"/>
        </w:rPr>
        <w:t>Nemere Réka kiállítása</w:t>
      </w:r>
    </w:p>
    <w:p w:rsidR="001F3FD6" w:rsidRPr="00D80551" w:rsidRDefault="001F3FD6" w:rsidP="00BF6B0C">
      <w:pPr>
        <w:pStyle w:val="ListParagraph"/>
        <w:spacing w:after="0" w:line="240" w:lineRule="auto"/>
        <w:rPr>
          <w:sz w:val="24"/>
          <w:szCs w:val="24"/>
        </w:rPr>
      </w:pPr>
    </w:p>
    <w:p w:rsidR="001F3FD6" w:rsidRPr="00D80551" w:rsidRDefault="001F3FD6" w:rsidP="00BF6B0C">
      <w:pPr>
        <w:pStyle w:val="ListParagraph"/>
        <w:spacing w:after="0" w:line="240" w:lineRule="auto"/>
        <w:rPr>
          <w:i/>
          <w:iCs/>
          <w:sz w:val="24"/>
          <w:szCs w:val="24"/>
        </w:rPr>
      </w:pPr>
      <w:r w:rsidRPr="00D80551">
        <w:rPr>
          <w:i/>
          <w:iCs/>
          <w:sz w:val="24"/>
          <w:szCs w:val="24"/>
        </w:rPr>
        <w:t xml:space="preserve">2012. április 26-tól 2012. május 24-ig </w:t>
      </w:r>
    </w:p>
    <w:p w:rsidR="001F3FD6" w:rsidRDefault="001F3FD6" w:rsidP="00BF6B0C">
      <w:pPr>
        <w:pStyle w:val="ListParagraph"/>
        <w:spacing w:after="0" w:line="240" w:lineRule="auto"/>
        <w:rPr>
          <w:sz w:val="24"/>
          <w:szCs w:val="24"/>
        </w:rPr>
      </w:pPr>
      <w:r w:rsidRPr="00D80551">
        <w:rPr>
          <w:sz w:val="24"/>
          <w:szCs w:val="24"/>
        </w:rPr>
        <w:t>Raáb Zoltán fotókiállítása- bluze</w:t>
      </w:r>
      <w:r>
        <w:rPr>
          <w:sz w:val="24"/>
          <w:szCs w:val="24"/>
        </w:rPr>
        <w:t xml:space="preserve"> témában</w:t>
      </w:r>
    </w:p>
    <w:p w:rsidR="001F3FD6" w:rsidRPr="00D80551" w:rsidRDefault="001F3FD6" w:rsidP="00BF6B0C">
      <w:pPr>
        <w:pStyle w:val="ListParagraph"/>
        <w:spacing w:after="0" w:line="240" w:lineRule="auto"/>
        <w:rPr>
          <w:sz w:val="24"/>
          <w:szCs w:val="24"/>
        </w:rPr>
      </w:pPr>
    </w:p>
    <w:p w:rsidR="001F3FD6" w:rsidRPr="00D80551" w:rsidRDefault="001F3FD6" w:rsidP="00BF6B0C">
      <w:pPr>
        <w:pStyle w:val="ListParagraph"/>
        <w:spacing w:after="0" w:line="240" w:lineRule="auto"/>
        <w:rPr>
          <w:i/>
          <w:iCs/>
          <w:sz w:val="24"/>
          <w:szCs w:val="24"/>
        </w:rPr>
      </w:pPr>
      <w:r w:rsidRPr="00D80551">
        <w:rPr>
          <w:i/>
          <w:iCs/>
          <w:sz w:val="24"/>
          <w:szCs w:val="24"/>
        </w:rPr>
        <w:t>2012. május 25-től</w:t>
      </w:r>
    </w:p>
    <w:p w:rsidR="001F3FD6" w:rsidRPr="00D80551" w:rsidRDefault="001F3FD6" w:rsidP="00BF6B0C">
      <w:pPr>
        <w:pStyle w:val="ListParagraph"/>
        <w:spacing w:after="0" w:line="240" w:lineRule="auto"/>
        <w:rPr>
          <w:sz w:val="24"/>
          <w:szCs w:val="24"/>
        </w:rPr>
      </w:pPr>
      <w:r w:rsidRPr="00D80551">
        <w:rPr>
          <w:sz w:val="24"/>
          <w:szCs w:val="24"/>
        </w:rPr>
        <w:t>Raáb Zoltán fotókiállítása – jazz</w:t>
      </w:r>
      <w:r>
        <w:rPr>
          <w:sz w:val="24"/>
          <w:szCs w:val="24"/>
        </w:rPr>
        <w:t xml:space="preserve"> témában</w:t>
      </w:r>
    </w:p>
    <w:p w:rsidR="001F3FD6" w:rsidRPr="00D80551" w:rsidRDefault="001F3FD6" w:rsidP="00BF6B0C">
      <w:pPr>
        <w:pStyle w:val="ListParagraph"/>
        <w:spacing w:after="0" w:line="240" w:lineRule="auto"/>
        <w:rPr>
          <w:sz w:val="24"/>
          <w:szCs w:val="24"/>
        </w:rPr>
      </w:pPr>
    </w:p>
    <w:p w:rsidR="001F3FD6" w:rsidRPr="00D80551" w:rsidRDefault="001F3FD6" w:rsidP="00BF6B0C">
      <w:pPr>
        <w:pStyle w:val="ListParagraph"/>
        <w:spacing w:after="0" w:line="240" w:lineRule="auto"/>
        <w:rPr>
          <w:sz w:val="24"/>
          <w:szCs w:val="24"/>
        </w:rPr>
      </w:pPr>
      <w:r w:rsidRPr="00D80551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kiállításokat sokan megtekintették, a </w:t>
      </w:r>
      <w:r w:rsidRPr="00D80551">
        <w:rPr>
          <w:sz w:val="24"/>
          <w:szCs w:val="24"/>
        </w:rPr>
        <w:t>jövőben</w:t>
      </w:r>
      <w:r>
        <w:rPr>
          <w:sz w:val="24"/>
          <w:szCs w:val="24"/>
        </w:rPr>
        <w:t xml:space="preserve"> is</w:t>
      </w:r>
      <w:r w:rsidRPr="00D80551">
        <w:rPr>
          <w:sz w:val="24"/>
          <w:szCs w:val="24"/>
        </w:rPr>
        <w:t xml:space="preserve"> </w:t>
      </w:r>
      <w:r>
        <w:rPr>
          <w:sz w:val="24"/>
          <w:szCs w:val="24"/>
        </w:rPr>
        <w:t>szeretnénk további kiállításokon bemutatni a tehetséges alkotókat</w:t>
      </w:r>
      <w:r w:rsidRPr="00D80551">
        <w:rPr>
          <w:sz w:val="24"/>
          <w:szCs w:val="24"/>
        </w:rPr>
        <w:t>.</w:t>
      </w:r>
    </w:p>
    <w:p w:rsidR="001F3FD6" w:rsidRPr="00D80551" w:rsidRDefault="001F3FD6" w:rsidP="00BF6B0C">
      <w:pPr>
        <w:pStyle w:val="ListParagraph"/>
        <w:spacing w:after="0" w:line="240" w:lineRule="auto"/>
        <w:rPr>
          <w:sz w:val="24"/>
          <w:szCs w:val="24"/>
        </w:rPr>
      </w:pPr>
    </w:p>
    <w:p w:rsidR="001F3FD6" w:rsidRDefault="001F3FD6" w:rsidP="00BF6B0C">
      <w:pPr>
        <w:pStyle w:val="ListParagraph"/>
        <w:spacing w:after="0" w:line="240" w:lineRule="auto"/>
        <w:rPr>
          <w:b/>
          <w:bCs/>
          <w:sz w:val="24"/>
          <w:szCs w:val="24"/>
          <w:u w:val="single"/>
        </w:rPr>
      </w:pPr>
      <w:r w:rsidRPr="00D80551">
        <w:rPr>
          <w:b/>
          <w:bCs/>
          <w:sz w:val="24"/>
          <w:szCs w:val="24"/>
          <w:u w:val="single"/>
        </w:rPr>
        <w:t>Színházi előadások</w:t>
      </w:r>
    </w:p>
    <w:p w:rsidR="001F3FD6" w:rsidRPr="00D80551" w:rsidRDefault="001F3FD6" w:rsidP="00BF6B0C">
      <w:pPr>
        <w:pStyle w:val="ListParagraph"/>
        <w:spacing w:after="0" w:line="240" w:lineRule="auto"/>
        <w:rPr>
          <w:b/>
          <w:bCs/>
          <w:sz w:val="24"/>
          <w:szCs w:val="24"/>
          <w:u w:val="single"/>
        </w:rPr>
      </w:pPr>
    </w:p>
    <w:p w:rsidR="001F3FD6" w:rsidRPr="00D80551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  <w:r w:rsidRPr="00D80551">
        <w:rPr>
          <w:sz w:val="24"/>
          <w:szCs w:val="24"/>
        </w:rPr>
        <w:t>Az idei évben a lakosságnak több lehetősége is volt színházi előadások megtekintésére.</w:t>
      </w:r>
    </w:p>
    <w:p w:rsidR="001F3FD6" w:rsidRPr="00E86930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  <w:r w:rsidRPr="00D80551">
        <w:rPr>
          <w:sz w:val="24"/>
          <w:szCs w:val="24"/>
        </w:rPr>
        <w:t xml:space="preserve">2012. február 4-én a Nemzeti Táncszínházba a </w:t>
      </w:r>
      <w:r w:rsidRPr="00FC3FAE">
        <w:rPr>
          <w:i/>
          <w:iCs/>
          <w:sz w:val="24"/>
          <w:szCs w:val="24"/>
        </w:rPr>
        <w:t>Liliomfi</w:t>
      </w:r>
      <w:r w:rsidRPr="00D80551">
        <w:rPr>
          <w:sz w:val="24"/>
          <w:szCs w:val="24"/>
        </w:rPr>
        <w:t xml:space="preserve"> című előadásra szerveztünk látogatást.</w:t>
      </w:r>
      <w:r>
        <w:rPr>
          <w:sz w:val="24"/>
          <w:szCs w:val="24"/>
        </w:rPr>
        <w:t xml:space="preserve"> </w:t>
      </w:r>
      <w:r w:rsidRPr="00E86930">
        <w:rPr>
          <w:sz w:val="24"/>
          <w:szCs w:val="24"/>
        </w:rPr>
        <w:t>Nézőszám: 45 fő</w:t>
      </w:r>
      <w:r>
        <w:rPr>
          <w:sz w:val="24"/>
          <w:szCs w:val="24"/>
        </w:rPr>
        <w:t xml:space="preserve"> volt.</w:t>
      </w:r>
    </w:p>
    <w:p w:rsidR="001F3FD6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:rsidR="001F3FD6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  <w:r w:rsidRPr="00D80551">
        <w:rPr>
          <w:sz w:val="24"/>
          <w:szCs w:val="24"/>
        </w:rPr>
        <w:t xml:space="preserve">2012. április 11-én a Költészet Napja alkalmából a Madách Színházban az </w:t>
      </w:r>
      <w:r w:rsidRPr="00FC3FAE">
        <w:rPr>
          <w:i/>
          <w:iCs/>
          <w:sz w:val="24"/>
          <w:szCs w:val="24"/>
        </w:rPr>
        <w:t>Én József Attila</w:t>
      </w:r>
      <w:r w:rsidRPr="00D80551">
        <w:rPr>
          <w:sz w:val="24"/>
          <w:szCs w:val="24"/>
        </w:rPr>
        <w:t xml:space="preserve"> című előadást néztük meg. Nézőszám: 37fő</w:t>
      </w:r>
      <w:r>
        <w:rPr>
          <w:sz w:val="24"/>
          <w:szCs w:val="24"/>
        </w:rPr>
        <w:t xml:space="preserve"> volt.</w:t>
      </w:r>
    </w:p>
    <w:p w:rsidR="001F3FD6" w:rsidRPr="00D80551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:rsidR="001F3FD6" w:rsidRPr="005B0E65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  <w:r w:rsidRPr="00D80551">
        <w:rPr>
          <w:sz w:val="24"/>
          <w:szCs w:val="24"/>
        </w:rPr>
        <w:t>2012. május 18-án a művelődési házban a Magyaro</w:t>
      </w:r>
      <w:r>
        <w:rPr>
          <w:sz w:val="24"/>
          <w:szCs w:val="24"/>
        </w:rPr>
        <w:t>c</w:t>
      </w:r>
      <w:r w:rsidRPr="00D80551">
        <w:rPr>
          <w:sz w:val="24"/>
          <w:szCs w:val="24"/>
        </w:rPr>
        <w:t xml:space="preserve">k Dalszínház előadásában az </w:t>
      </w:r>
      <w:r w:rsidRPr="00FC3FAE">
        <w:rPr>
          <w:i/>
          <w:iCs/>
          <w:sz w:val="24"/>
          <w:szCs w:val="24"/>
        </w:rPr>
        <w:t>Ancónai Szerelmesek</w:t>
      </w:r>
      <w:r w:rsidRPr="00D80551">
        <w:rPr>
          <w:sz w:val="24"/>
          <w:szCs w:val="24"/>
        </w:rPr>
        <w:t xml:space="preserve"> című darabot nézhették meg az érdeklődők. A résztvevők száma: 105 fő volt.</w:t>
      </w:r>
      <w:r>
        <w:rPr>
          <w:sz w:val="24"/>
          <w:szCs w:val="24"/>
        </w:rPr>
        <w:t xml:space="preserve"> </w:t>
      </w:r>
      <w:r w:rsidRPr="005B0E65">
        <w:rPr>
          <w:sz w:val="24"/>
          <w:szCs w:val="24"/>
        </w:rPr>
        <w:t>Az előadás nagy sikert aratott.</w:t>
      </w:r>
    </w:p>
    <w:p w:rsidR="001F3FD6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  <w:r w:rsidRPr="00D80551">
        <w:rPr>
          <w:sz w:val="24"/>
          <w:szCs w:val="24"/>
        </w:rPr>
        <w:t>A jövőben 2012. június 29-én szintén a Magyaro</w:t>
      </w:r>
      <w:r>
        <w:rPr>
          <w:sz w:val="24"/>
          <w:szCs w:val="24"/>
        </w:rPr>
        <w:t>c</w:t>
      </w:r>
      <w:r w:rsidRPr="00D80551">
        <w:rPr>
          <w:sz w:val="24"/>
          <w:szCs w:val="24"/>
        </w:rPr>
        <w:t xml:space="preserve">k Dalszínház előadásában megtekinthetik a </w:t>
      </w:r>
      <w:r w:rsidRPr="00FC3FAE">
        <w:rPr>
          <w:i/>
          <w:iCs/>
          <w:sz w:val="24"/>
          <w:szCs w:val="24"/>
        </w:rPr>
        <w:t>Made in Hungária</w:t>
      </w:r>
      <w:r w:rsidRPr="00D80551">
        <w:rPr>
          <w:sz w:val="24"/>
          <w:szCs w:val="24"/>
        </w:rPr>
        <w:t xml:space="preserve"> című darabot, majd 2012. október 12-én a Padlást.</w:t>
      </w:r>
    </w:p>
    <w:p w:rsidR="001F3FD6" w:rsidRPr="00D80551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:rsidR="001F3FD6" w:rsidRPr="00D80551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  <w:r w:rsidRPr="00D80551">
        <w:rPr>
          <w:sz w:val="24"/>
          <w:szCs w:val="24"/>
        </w:rPr>
        <w:t>A lakosság körében nagyon kedveltek a színházi előadások, ezért ezen fellelkesülve 2012. szeptemberétől</w:t>
      </w:r>
      <w:r>
        <w:rPr>
          <w:sz w:val="24"/>
          <w:szCs w:val="24"/>
        </w:rPr>
        <w:t xml:space="preserve"> induló </w:t>
      </w:r>
      <w:r w:rsidRPr="00D80551">
        <w:rPr>
          <w:sz w:val="24"/>
          <w:szCs w:val="24"/>
        </w:rPr>
        <w:t>3 előadásra a Madách Színházba vásárolhattak bérletet az érdeklődők. 36 bérlet kelt el.</w:t>
      </w:r>
    </w:p>
    <w:p w:rsidR="001F3FD6" w:rsidRPr="00D80551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:rsidR="001F3FD6" w:rsidRDefault="001F3FD6" w:rsidP="00BF6B0C">
      <w:pPr>
        <w:pStyle w:val="ListParagraph"/>
        <w:spacing w:after="0" w:line="240" w:lineRule="auto"/>
        <w:jc w:val="both"/>
        <w:rPr>
          <w:b/>
          <w:bCs/>
          <w:sz w:val="24"/>
          <w:szCs w:val="24"/>
          <w:u w:val="single"/>
        </w:rPr>
      </w:pPr>
    </w:p>
    <w:p w:rsidR="001F3FD6" w:rsidRDefault="001F3FD6" w:rsidP="00BF6B0C">
      <w:pPr>
        <w:pStyle w:val="ListParagraph"/>
        <w:spacing w:after="0" w:line="240" w:lineRule="auto"/>
        <w:jc w:val="both"/>
        <w:rPr>
          <w:b/>
          <w:bCs/>
          <w:sz w:val="24"/>
          <w:szCs w:val="24"/>
          <w:u w:val="single"/>
        </w:rPr>
      </w:pPr>
    </w:p>
    <w:p w:rsidR="001F3FD6" w:rsidRDefault="001F3FD6" w:rsidP="00BF6B0C">
      <w:pPr>
        <w:pStyle w:val="ListParagraph"/>
        <w:spacing w:after="0" w:line="240" w:lineRule="auto"/>
        <w:jc w:val="both"/>
        <w:rPr>
          <w:b/>
          <w:bCs/>
          <w:sz w:val="24"/>
          <w:szCs w:val="24"/>
          <w:u w:val="single"/>
        </w:rPr>
      </w:pPr>
    </w:p>
    <w:p w:rsidR="001F3FD6" w:rsidRDefault="001F3FD6" w:rsidP="00BF6B0C">
      <w:pPr>
        <w:pStyle w:val="ListParagraph"/>
        <w:spacing w:after="0" w:line="240" w:lineRule="auto"/>
        <w:jc w:val="both"/>
        <w:rPr>
          <w:b/>
          <w:bCs/>
          <w:sz w:val="24"/>
          <w:szCs w:val="24"/>
          <w:u w:val="single"/>
        </w:rPr>
      </w:pPr>
    </w:p>
    <w:p w:rsidR="001F3FD6" w:rsidRDefault="001F3FD6" w:rsidP="00BF6B0C">
      <w:pPr>
        <w:pStyle w:val="ListParagraph"/>
        <w:spacing w:after="0" w:line="240" w:lineRule="auto"/>
        <w:jc w:val="both"/>
        <w:rPr>
          <w:b/>
          <w:bCs/>
          <w:sz w:val="24"/>
          <w:szCs w:val="24"/>
          <w:u w:val="single"/>
        </w:rPr>
      </w:pPr>
      <w:r w:rsidRPr="00D80551">
        <w:rPr>
          <w:b/>
          <w:bCs/>
          <w:sz w:val="24"/>
          <w:szCs w:val="24"/>
          <w:u w:val="single"/>
        </w:rPr>
        <w:t>Tudományos értékek és eredmények közkinccsé tét</w:t>
      </w:r>
      <w:r>
        <w:rPr>
          <w:b/>
          <w:bCs/>
          <w:sz w:val="24"/>
          <w:szCs w:val="24"/>
          <w:u w:val="single"/>
        </w:rPr>
        <w:t>ele, ismeretterjesztés</w:t>
      </w:r>
    </w:p>
    <w:p w:rsidR="001F3FD6" w:rsidRPr="00E86930" w:rsidRDefault="001F3FD6" w:rsidP="00BF6B0C">
      <w:pPr>
        <w:pStyle w:val="ListParagraph"/>
        <w:spacing w:after="0" w:line="240" w:lineRule="auto"/>
        <w:jc w:val="both"/>
        <w:rPr>
          <w:b/>
          <w:bCs/>
          <w:sz w:val="24"/>
          <w:szCs w:val="24"/>
          <w:u w:val="single"/>
        </w:rPr>
      </w:pPr>
    </w:p>
    <w:p w:rsidR="001F3FD6" w:rsidRPr="00D80551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  <w:r w:rsidRPr="00D80551">
        <w:rPr>
          <w:sz w:val="24"/>
          <w:szCs w:val="24"/>
        </w:rPr>
        <w:t>Honismereti esték címmel 3 részből álló helytörténeti előadássorozat kezdődött. Az első előa</w:t>
      </w:r>
      <w:r>
        <w:rPr>
          <w:sz w:val="24"/>
          <w:szCs w:val="24"/>
        </w:rPr>
        <w:t>dás 2012. április 17-én volt. A meghívott</w:t>
      </w:r>
      <w:r w:rsidRPr="00D80551">
        <w:rPr>
          <w:sz w:val="24"/>
          <w:szCs w:val="24"/>
        </w:rPr>
        <w:t xml:space="preserve"> előadó Szűcs János helytörténet</w:t>
      </w:r>
      <w:r>
        <w:rPr>
          <w:sz w:val="24"/>
          <w:szCs w:val="24"/>
        </w:rPr>
        <w:t xml:space="preserve"> kutató. 65-en hallgatták érdeklődve a Bokod történetéről szóló kutatásait. Az előadással kapcsolatban</w:t>
      </w:r>
      <w:r w:rsidRPr="00D80551">
        <w:rPr>
          <w:sz w:val="24"/>
          <w:szCs w:val="24"/>
        </w:rPr>
        <w:t xml:space="preserve"> pozitív visszajelzés</w:t>
      </w:r>
      <w:r>
        <w:rPr>
          <w:sz w:val="24"/>
          <w:szCs w:val="24"/>
        </w:rPr>
        <w:t>ek érkeztek</w:t>
      </w:r>
      <w:r w:rsidRPr="00D80551">
        <w:rPr>
          <w:sz w:val="24"/>
          <w:szCs w:val="24"/>
        </w:rPr>
        <w:t>. A további 2 előadást az év második felében szeretnénk megtartani.</w:t>
      </w:r>
    </w:p>
    <w:p w:rsidR="001F3FD6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:rsidR="001F3FD6" w:rsidRPr="00D80551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:rsidR="001F3FD6" w:rsidRDefault="001F3FD6" w:rsidP="00BF6B0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b/>
          <w:bCs/>
          <w:i/>
          <w:iCs/>
          <w:sz w:val="28"/>
          <w:szCs w:val="28"/>
        </w:rPr>
      </w:pPr>
      <w:r w:rsidRPr="00FC3FAE">
        <w:rPr>
          <w:b/>
          <w:bCs/>
          <w:i/>
          <w:iCs/>
          <w:sz w:val="28"/>
          <w:szCs w:val="28"/>
        </w:rPr>
        <w:t>Szórakoztató rendezvények szervezése a gyermek-és ifjúsági, valamint a felnőtt korosztály számára</w:t>
      </w:r>
    </w:p>
    <w:p w:rsidR="001F3FD6" w:rsidRPr="00F00E5A" w:rsidRDefault="001F3FD6" w:rsidP="00BF6B0C">
      <w:pPr>
        <w:pStyle w:val="ListParagraph"/>
        <w:spacing w:after="0" w:line="240" w:lineRule="auto"/>
        <w:ind w:left="786"/>
        <w:jc w:val="both"/>
        <w:rPr>
          <w:b/>
          <w:bCs/>
          <w:i/>
          <w:iCs/>
          <w:sz w:val="28"/>
          <w:szCs w:val="28"/>
        </w:rPr>
      </w:pPr>
    </w:p>
    <w:p w:rsidR="001F3FD6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első nagy rendezvényünk a s</w:t>
      </w:r>
      <w:r w:rsidRPr="00D80551">
        <w:rPr>
          <w:sz w:val="24"/>
          <w:szCs w:val="24"/>
        </w:rPr>
        <w:t>züreti felvonulás és bál</w:t>
      </w:r>
      <w:r>
        <w:rPr>
          <w:sz w:val="24"/>
          <w:szCs w:val="24"/>
        </w:rPr>
        <w:t xml:space="preserve"> volt. A</w:t>
      </w:r>
      <w:r w:rsidRPr="00D80551">
        <w:rPr>
          <w:sz w:val="24"/>
          <w:szCs w:val="24"/>
        </w:rPr>
        <w:t xml:space="preserve">z </w:t>
      </w:r>
      <w:r>
        <w:rPr>
          <w:sz w:val="24"/>
          <w:szCs w:val="24"/>
        </w:rPr>
        <w:t xml:space="preserve">idei évben is az </w:t>
      </w:r>
      <w:r w:rsidRPr="00D80551">
        <w:rPr>
          <w:sz w:val="24"/>
          <w:szCs w:val="24"/>
        </w:rPr>
        <w:t>ifjúság</w:t>
      </w:r>
      <w:r>
        <w:rPr>
          <w:sz w:val="24"/>
          <w:szCs w:val="24"/>
        </w:rPr>
        <w:t>i tánccsoport és a lovasok színesítették a felvonulást.</w:t>
      </w:r>
      <w:r w:rsidRPr="00D80551">
        <w:rPr>
          <w:sz w:val="24"/>
          <w:szCs w:val="24"/>
        </w:rPr>
        <w:t xml:space="preserve"> Évek óta ez az egyik legsikeresebb</w:t>
      </w:r>
      <w:r>
        <w:rPr>
          <w:sz w:val="24"/>
          <w:szCs w:val="24"/>
        </w:rPr>
        <w:t xml:space="preserve"> </w:t>
      </w:r>
      <w:r w:rsidRPr="00D80551">
        <w:rPr>
          <w:sz w:val="24"/>
          <w:szCs w:val="24"/>
        </w:rPr>
        <w:t>és leglátványosabb rendezvényünk.</w:t>
      </w:r>
    </w:p>
    <w:p w:rsidR="001F3FD6" w:rsidRPr="00D80551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:rsidR="001F3FD6" w:rsidRPr="009119B2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  <w:r w:rsidRPr="00D80551">
        <w:rPr>
          <w:sz w:val="24"/>
          <w:szCs w:val="24"/>
        </w:rPr>
        <w:t>A krumpli fesztiv</w:t>
      </w:r>
      <w:r>
        <w:rPr>
          <w:sz w:val="24"/>
          <w:szCs w:val="24"/>
        </w:rPr>
        <w:t xml:space="preserve">ált, most rendeztük meg először. A szervezésbe </w:t>
      </w:r>
      <w:r w:rsidRPr="00D80551">
        <w:rPr>
          <w:sz w:val="24"/>
          <w:szCs w:val="24"/>
        </w:rPr>
        <w:t>a falu programszervezésb</w:t>
      </w:r>
      <w:r>
        <w:rPr>
          <w:sz w:val="24"/>
          <w:szCs w:val="24"/>
        </w:rPr>
        <w:t>en aktív lakosai is segítettek</w:t>
      </w:r>
      <w:r w:rsidRPr="00D80551">
        <w:rPr>
          <w:sz w:val="24"/>
          <w:szCs w:val="24"/>
        </w:rPr>
        <w:t>. Igyekeztünk mind a gyerekeket, m</w:t>
      </w:r>
      <w:r>
        <w:rPr>
          <w:sz w:val="24"/>
          <w:szCs w:val="24"/>
        </w:rPr>
        <w:t>ind a felnőtteket vonzó programot összeállítani.</w:t>
      </w:r>
    </w:p>
    <w:p w:rsidR="001F3FD6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  <w:r w:rsidRPr="00D80551">
        <w:rPr>
          <w:sz w:val="24"/>
          <w:szCs w:val="24"/>
        </w:rPr>
        <w:t>A hideg idő ellenére a létszámot tekintve sikeres program volt. A tanulságokat a rendezvény után megbeszéltük és levontuk.</w:t>
      </w:r>
    </w:p>
    <w:p w:rsidR="001F3FD6" w:rsidRPr="00D80551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:rsidR="001F3FD6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  <w:r w:rsidRPr="00D80551">
        <w:rPr>
          <w:sz w:val="24"/>
          <w:szCs w:val="24"/>
        </w:rPr>
        <w:t>A 56’-os eseményekről fáklyás felvonulással és ünnepi műsorral emlékeztünk meg.</w:t>
      </w:r>
    </w:p>
    <w:p w:rsidR="001F3FD6" w:rsidRPr="00D80551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:rsidR="001F3FD6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  <w:r w:rsidRPr="00D80551">
        <w:rPr>
          <w:sz w:val="24"/>
          <w:szCs w:val="24"/>
        </w:rPr>
        <w:t>A decemberi hónap az advent szellemében telt. Vasárnaponként az egyházaké volt a főszerep.  A negyedik vasárnapot a falukarácsonnyal zártuk.</w:t>
      </w:r>
    </w:p>
    <w:p w:rsidR="001F3FD6" w:rsidRPr="00D80551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:rsidR="001F3FD6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  <w:r w:rsidRPr="00D80551">
        <w:rPr>
          <w:sz w:val="24"/>
          <w:szCs w:val="24"/>
        </w:rPr>
        <w:t>Februárban megszerveztük a tavaly jól sikerült községi farsangot. A farsangi jelmezes felvonulás után egy vidám jelenetet láthattak az érdeklődők a rendezvénytéren.</w:t>
      </w:r>
    </w:p>
    <w:p w:rsidR="001F3FD6" w:rsidRPr="00D80551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:rsidR="001F3FD6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  <w:r w:rsidRPr="00D80551">
        <w:rPr>
          <w:sz w:val="24"/>
          <w:szCs w:val="24"/>
        </w:rPr>
        <w:t>Márciusban az 1848-as forradalomról emlékeztünk meg.</w:t>
      </w:r>
    </w:p>
    <w:p w:rsidR="001F3FD6" w:rsidRPr="00D80551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:rsidR="001F3FD6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  <w:r w:rsidRPr="00D80551">
        <w:rPr>
          <w:sz w:val="24"/>
          <w:szCs w:val="24"/>
        </w:rPr>
        <w:t xml:space="preserve">A húsvéti együttlét ökumenikus alkalommal kezdődött a művelődési házban, majd a gyerekek örömére a szánkódombnál folytatódott, a tojásgurítással, állatsimogatóval, </w:t>
      </w:r>
      <w:r>
        <w:rPr>
          <w:sz w:val="24"/>
          <w:szCs w:val="24"/>
        </w:rPr>
        <w:t>és ügyességi játékkal</w:t>
      </w:r>
      <w:r w:rsidRPr="00D80551">
        <w:rPr>
          <w:sz w:val="24"/>
          <w:szCs w:val="24"/>
        </w:rPr>
        <w:t>. A rendezvény lebonyolításában civilek is segítettek.</w:t>
      </w:r>
    </w:p>
    <w:p w:rsidR="001F3FD6" w:rsidRPr="00D80551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:rsidR="001F3FD6" w:rsidRPr="00D80551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  <w:r w:rsidRPr="00D80551">
        <w:rPr>
          <w:sz w:val="24"/>
          <w:szCs w:val="24"/>
        </w:rPr>
        <w:t>Idén megszerveztük a májfa állítást és döntést. A májfa állításért és döntésért szeretnék köszönetet mondani a képviselőtestület tagjainak.</w:t>
      </w:r>
    </w:p>
    <w:p w:rsidR="001F3FD6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  <w:r w:rsidRPr="00D80551">
        <w:rPr>
          <w:sz w:val="24"/>
          <w:szCs w:val="24"/>
        </w:rPr>
        <w:t>A májfa állítást a néptáncosok műsora követte, és akinek volt kedve szalonnát is süthetett.</w:t>
      </w:r>
      <w:r>
        <w:rPr>
          <w:sz w:val="24"/>
          <w:szCs w:val="24"/>
        </w:rPr>
        <w:t xml:space="preserve"> Ez családias hangulatban valósult meg.</w:t>
      </w:r>
    </w:p>
    <w:p w:rsidR="001F3FD6" w:rsidRPr="00D80551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:rsidR="001F3FD6" w:rsidRPr="00D80551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  <w:r w:rsidRPr="00D80551">
        <w:rPr>
          <w:sz w:val="24"/>
          <w:szCs w:val="24"/>
        </w:rPr>
        <w:t>Május 27-én gyermeknapot szervezett az önk</w:t>
      </w:r>
      <w:r>
        <w:rPr>
          <w:sz w:val="24"/>
          <w:szCs w:val="24"/>
        </w:rPr>
        <w:t>ormányzat, melyből az ÁMK dolgozói</w:t>
      </w:r>
      <w:r w:rsidRPr="00D80551">
        <w:rPr>
          <w:sz w:val="24"/>
          <w:szCs w:val="24"/>
        </w:rPr>
        <w:t xml:space="preserve"> is kivették a részüket.</w:t>
      </w:r>
    </w:p>
    <w:p w:rsidR="001F3FD6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:rsidR="001F3FD6" w:rsidRPr="00D80551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:rsidR="001F3FD6" w:rsidRPr="00F00E5A" w:rsidRDefault="001F3FD6" w:rsidP="00BF6B0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FC3FAE">
        <w:rPr>
          <w:b/>
          <w:bCs/>
          <w:i/>
          <w:iCs/>
          <w:sz w:val="28"/>
          <w:szCs w:val="28"/>
        </w:rPr>
        <w:t xml:space="preserve">Segítséget nyújtottunk a többi intézményegység és civil szervezetek tevékenységeinek megszervezésében és lebonyolításában. </w:t>
      </w:r>
    </w:p>
    <w:p w:rsidR="001F3FD6" w:rsidRDefault="001F3FD6" w:rsidP="00BF6B0C">
      <w:pPr>
        <w:pStyle w:val="ListParagraph"/>
        <w:spacing w:after="0" w:line="240" w:lineRule="auto"/>
        <w:ind w:left="786"/>
        <w:jc w:val="both"/>
        <w:rPr>
          <w:sz w:val="24"/>
          <w:szCs w:val="24"/>
        </w:rPr>
      </w:pPr>
      <w:r w:rsidRPr="00F00E5A">
        <w:rPr>
          <w:sz w:val="24"/>
          <w:szCs w:val="24"/>
        </w:rPr>
        <w:t>Részletes programok a mellékletben.</w:t>
      </w:r>
    </w:p>
    <w:p w:rsidR="001F3FD6" w:rsidRPr="00F00E5A" w:rsidRDefault="001F3FD6" w:rsidP="00BF6B0C">
      <w:pPr>
        <w:pStyle w:val="ListParagraph"/>
        <w:spacing w:after="0" w:line="240" w:lineRule="auto"/>
        <w:ind w:left="786"/>
        <w:jc w:val="both"/>
        <w:rPr>
          <w:sz w:val="24"/>
          <w:szCs w:val="24"/>
        </w:rPr>
      </w:pPr>
    </w:p>
    <w:p w:rsidR="001F3FD6" w:rsidRPr="00F00E5A" w:rsidRDefault="001F3FD6" w:rsidP="00BF6B0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b/>
          <w:bCs/>
          <w:i/>
          <w:iCs/>
          <w:sz w:val="32"/>
          <w:szCs w:val="32"/>
        </w:rPr>
      </w:pPr>
      <w:r w:rsidRPr="00F00E5A">
        <w:rPr>
          <w:b/>
          <w:bCs/>
          <w:i/>
          <w:iCs/>
          <w:sz w:val="32"/>
          <w:szCs w:val="32"/>
        </w:rPr>
        <w:t>Kapcsolatok a</w:t>
      </w:r>
      <w:r>
        <w:rPr>
          <w:b/>
          <w:bCs/>
          <w:i/>
          <w:iCs/>
          <w:sz w:val="32"/>
          <w:szCs w:val="32"/>
        </w:rPr>
        <w:t xml:space="preserve"> helyi és</w:t>
      </w:r>
      <w:r w:rsidRPr="00F00E5A">
        <w:rPr>
          <w:b/>
          <w:bCs/>
          <w:i/>
          <w:iCs/>
          <w:sz w:val="32"/>
          <w:szCs w:val="32"/>
        </w:rPr>
        <w:t xml:space="preserve"> városi szervezetekkel</w:t>
      </w:r>
    </w:p>
    <w:p w:rsidR="001F3FD6" w:rsidRPr="00D80551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  <w:r w:rsidRPr="00D80551">
        <w:rPr>
          <w:sz w:val="24"/>
          <w:szCs w:val="24"/>
        </w:rPr>
        <w:t>Szeretném kiemelni, hogy folyamatosan kapcsolatot tartunk a helyi és a városi civil szervezetekkel, intézményekkel. Különösen jó kapcsolat alakult ki az oroszlányi Kölcsey Ferenc Művelődési Házzal.</w:t>
      </w:r>
    </w:p>
    <w:p w:rsidR="001F3FD6" w:rsidRPr="00D80551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  <w:r w:rsidRPr="00D80551">
        <w:rPr>
          <w:sz w:val="24"/>
          <w:szCs w:val="24"/>
        </w:rPr>
        <w:t xml:space="preserve">Idén is bekapcsolódtunk márciusban a Civileké a ház programsorozatukba. A 21 kiállító között szerepeltünk „Bemutatkozik Bokod” címmel. </w:t>
      </w:r>
    </w:p>
    <w:p w:rsidR="001F3FD6" w:rsidRPr="00D80551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  <w:r w:rsidRPr="00D80551">
        <w:rPr>
          <w:sz w:val="24"/>
          <w:szCs w:val="24"/>
        </w:rPr>
        <w:t xml:space="preserve">A kiállítási anyagot bokodi alkotóktól gyűjtöttük össze és készítettük el Oroszlányon. </w:t>
      </w:r>
    </w:p>
    <w:p w:rsidR="001F3FD6" w:rsidRPr="00D80551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  <w:r w:rsidRPr="00D80551">
        <w:rPr>
          <w:sz w:val="24"/>
          <w:szCs w:val="24"/>
        </w:rPr>
        <w:t>Csonka Béláné: horgolások, Halmi Péter: fotók, Gerlinger József: fafaragások, trófeák, Balogh Bettina: festmények, a Hímző szakkör kézimunkái, és Kovács Béláné, aki ugyan már nem lakik Bokodon, de a Bo</w:t>
      </w:r>
      <w:r>
        <w:rPr>
          <w:sz w:val="24"/>
          <w:szCs w:val="24"/>
        </w:rPr>
        <w:t>kodról készült festményei</w:t>
      </w:r>
      <w:r w:rsidRPr="00D80551">
        <w:rPr>
          <w:sz w:val="24"/>
          <w:szCs w:val="24"/>
        </w:rPr>
        <w:t xml:space="preserve"> színesítették a kiállítást.</w:t>
      </w:r>
    </w:p>
    <w:p w:rsidR="001F3FD6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  <w:r w:rsidRPr="00D80551">
        <w:rPr>
          <w:sz w:val="24"/>
          <w:szCs w:val="24"/>
        </w:rPr>
        <w:t>A programsorozat gáláján a modern tánccsoportunk először mutatkozott meg nagyközönség előtt Oroszlányon.</w:t>
      </w:r>
    </w:p>
    <w:p w:rsidR="001F3FD6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Oroszlány Barátainak Köre nevű civil szervezettel is folyamatos kapcsolatunk van. </w:t>
      </w:r>
    </w:p>
    <w:p w:rsidR="001F3FD6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Rendszeresen részt vesznek a nagyobb rendezvényeinken.</w:t>
      </w:r>
    </w:p>
    <w:p w:rsidR="001F3FD6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2011. októberében 2 előadást szerveztünk pályázatírással kapcsolatban, a helyi civil szervezeteknek. Az előadásokat megtartottuk, de sajnos nem volt nagy érdeklődés.</w:t>
      </w:r>
    </w:p>
    <w:p w:rsidR="001F3FD6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:rsidR="001F3FD6" w:rsidRDefault="001F3FD6" w:rsidP="00BF6B0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b/>
          <w:bCs/>
          <w:i/>
          <w:iCs/>
          <w:sz w:val="28"/>
          <w:szCs w:val="28"/>
        </w:rPr>
      </w:pPr>
      <w:r w:rsidRPr="00FC3FAE">
        <w:rPr>
          <w:b/>
          <w:bCs/>
          <w:i/>
          <w:iCs/>
          <w:sz w:val="28"/>
          <w:szCs w:val="28"/>
        </w:rPr>
        <w:t>Egyéb feladataink voltak</w:t>
      </w:r>
    </w:p>
    <w:p w:rsidR="001F3FD6" w:rsidRPr="00FC3FAE" w:rsidRDefault="001F3FD6" w:rsidP="00BF6B0C">
      <w:pPr>
        <w:pStyle w:val="ListParagraph"/>
        <w:spacing w:after="0" w:line="240" w:lineRule="auto"/>
        <w:jc w:val="both"/>
        <w:rPr>
          <w:b/>
          <w:bCs/>
          <w:i/>
          <w:iCs/>
          <w:sz w:val="28"/>
          <w:szCs w:val="28"/>
        </w:rPr>
      </w:pPr>
    </w:p>
    <w:p w:rsidR="001F3FD6" w:rsidRPr="00D80551" w:rsidRDefault="001F3FD6" w:rsidP="00BF6B0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D80551">
        <w:rPr>
          <w:sz w:val="24"/>
          <w:szCs w:val="24"/>
        </w:rPr>
        <w:t>Az év folyamán sor került a művelődési ház leltározására.  A</w:t>
      </w:r>
      <w:r>
        <w:rPr>
          <w:sz w:val="24"/>
          <w:szCs w:val="24"/>
        </w:rPr>
        <w:t xml:space="preserve"> hang és fénytechnikai eszközök átnézésére</w:t>
      </w:r>
      <w:r w:rsidRPr="00D80551">
        <w:rPr>
          <w:sz w:val="24"/>
          <w:szCs w:val="24"/>
        </w:rPr>
        <w:t xml:space="preserve"> különösen nagy figyelmet fordítottunk.</w:t>
      </w:r>
    </w:p>
    <w:p w:rsidR="001F3FD6" w:rsidRPr="00D80551" w:rsidRDefault="001F3FD6" w:rsidP="00BF6B0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D80551">
        <w:rPr>
          <w:sz w:val="24"/>
          <w:szCs w:val="24"/>
        </w:rPr>
        <w:t>Tovább folyattuk hirdetési és reklámtevékeny</w:t>
      </w:r>
      <w:r>
        <w:rPr>
          <w:sz w:val="24"/>
          <w:szCs w:val="24"/>
        </w:rPr>
        <w:t xml:space="preserve">ségeinket (szórólapok, plakátok, meghívók </w:t>
      </w:r>
      <w:r w:rsidRPr="00D80551">
        <w:rPr>
          <w:sz w:val="24"/>
          <w:szCs w:val="24"/>
        </w:rPr>
        <w:t>készítése).</w:t>
      </w:r>
    </w:p>
    <w:p w:rsidR="001F3FD6" w:rsidRPr="00D80551" w:rsidRDefault="001F3FD6" w:rsidP="00BF6B0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D80551">
        <w:rPr>
          <w:sz w:val="24"/>
          <w:szCs w:val="24"/>
        </w:rPr>
        <w:t xml:space="preserve">A terembérleti díjakból </w:t>
      </w:r>
      <w:r>
        <w:rPr>
          <w:sz w:val="24"/>
          <w:szCs w:val="24"/>
        </w:rPr>
        <w:t xml:space="preserve">(vásárok, termékbemutatók) </w:t>
      </w:r>
      <w:r w:rsidRPr="00D80551">
        <w:rPr>
          <w:sz w:val="24"/>
          <w:szCs w:val="24"/>
        </w:rPr>
        <w:t xml:space="preserve">az idén 347.380 Ft bevételünk származott. </w:t>
      </w:r>
    </w:p>
    <w:p w:rsidR="001F3FD6" w:rsidRPr="00D80551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:rsidR="001F3FD6" w:rsidRPr="00FC3FAE" w:rsidRDefault="001F3FD6" w:rsidP="00BF6B0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b/>
          <w:bCs/>
          <w:i/>
          <w:iCs/>
          <w:sz w:val="28"/>
          <w:szCs w:val="28"/>
        </w:rPr>
      </w:pPr>
      <w:r w:rsidRPr="00FC3FAE">
        <w:rPr>
          <w:b/>
          <w:bCs/>
          <w:i/>
          <w:iCs/>
          <w:sz w:val="28"/>
          <w:szCs w:val="28"/>
        </w:rPr>
        <w:t>Meg nem valósult feladatok</w:t>
      </w:r>
    </w:p>
    <w:p w:rsidR="001F3FD6" w:rsidRPr="00D80551" w:rsidRDefault="001F3FD6" w:rsidP="00BF6B0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D80551">
        <w:rPr>
          <w:sz w:val="24"/>
          <w:szCs w:val="24"/>
        </w:rPr>
        <w:t>A Fisher’s Company előadása melyet beterveztünk elmaradt, a zenészek lemondták minden koncertjüket a tavaszi évadban. Őszre ismét betervezzük.</w:t>
      </w:r>
    </w:p>
    <w:p w:rsidR="001F3FD6" w:rsidRPr="00D80551" w:rsidRDefault="001F3FD6" w:rsidP="00BF6B0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Mobil hangosítás</w:t>
      </w:r>
      <w:r w:rsidRPr="00D80551">
        <w:rPr>
          <w:sz w:val="24"/>
          <w:szCs w:val="24"/>
        </w:rPr>
        <w:t xml:space="preserve"> beszerzése elmaradt. A kültéri rendezvények hang</w:t>
      </w:r>
      <w:r>
        <w:rPr>
          <w:sz w:val="24"/>
          <w:szCs w:val="24"/>
        </w:rPr>
        <w:t>osítását nagyon megkönnyítené, mert k</w:t>
      </w:r>
      <w:r w:rsidRPr="00D80551">
        <w:rPr>
          <w:sz w:val="24"/>
          <w:szCs w:val="24"/>
        </w:rPr>
        <w:t>önnyen mozgatható és egyszerűen kezelhető.</w:t>
      </w:r>
    </w:p>
    <w:p w:rsidR="001F3FD6" w:rsidRPr="00D80551" w:rsidRDefault="001F3FD6" w:rsidP="00BF6B0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D80551">
        <w:rPr>
          <w:sz w:val="24"/>
          <w:szCs w:val="24"/>
        </w:rPr>
        <w:t xml:space="preserve">A színházteremben a függönyök cseréje nem valósult meg. </w:t>
      </w:r>
    </w:p>
    <w:p w:rsidR="001F3FD6" w:rsidRPr="00D80551" w:rsidRDefault="001F3FD6" w:rsidP="00BF6B0C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:rsidR="001F3FD6" w:rsidRDefault="001F3FD6" w:rsidP="00BF6B0C">
      <w:pPr>
        <w:pStyle w:val="ListParagraph"/>
        <w:spacing w:after="0" w:line="240" w:lineRule="auto"/>
        <w:jc w:val="center"/>
        <w:rPr>
          <w:sz w:val="24"/>
          <w:szCs w:val="24"/>
        </w:rPr>
      </w:pPr>
      <w:r w:rsidRPr="00D80551">
        <w:rPr>
          <w:sz w:val="24"/>
          <w:szCs w:val="24"/>
        </w:rPr>
        <w:t>Úgy gondolom összességében, eredményes és programokban gazdag évet zártunk.</w:t>
      </w:r>
    </w:p>
    <w:p w:rsidR="001F3FD6" w:rsidRPr="00D80551" w:rsidRDefault="001F3FD6" w:rsidP="00BF6B0C">
      <w:pPr>
        <w:pStyle w:val="ListParagraph"/>
        <w:spacing w:after="0" w:line="240" w:lineRule="auto"/>
        <w:jc w:val="center"/>
        <w:rPr>
          <w:sz w:val="24"/>
          <w:szCs w:val="24"/>
        </w:rPr>
      </w:pPr>
    </w:p>
    <w:p w:rsidR="001F3FD6" w:rsidRPr="00D80551" w:rsidRDefault="001F3FD6" w:rsidP="00BF6B0C">
      <w:pPr>
        <w:pStyle w:val="ListParagraph"/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Kérem a tisztelt K</w:t>
      </w:r>
      <w:r w:rsidRPr="00D80551">
        <w:rPr>
          <w:sz w:val="24"/>
          <w:szCs w:val="24"/>
        </w:rPr>
        <w:t>épviselő testületet a beszámoló megvitatására és elfogadására.</w:t>
      </w:r>
    </w:p>
    <w:p w:rsidR="001F3FD6" w:rsidRDefault="001F3FD6" w:rsidP="00BF6B0C">
      <w:pPr>
        <w:pStyle w:val="ListParagraph"/>
        <w:spacing w:after="0" w:line="240" w:lineRule="auto"/>
        <w:jc w:val="center"/>
      </w:pPr>
    </w:p>
    <w:p w:rsidR="001F3FD6" w:rsidRDefault="001F3FD6" w:rsidP="00BF6B0C">
      <w:pPr>
        <w:pStyle w:val="ListParagraph"/>
        <w:spacing w:after="0" w:line="240" w:lineRule="auto"/>
      </w:pPr>
      <w:r>
        <w:t xml:space="preserve"> Bokod, 2012. június 15.</w:t>
      </w:r>
    </w:p>
    <w:p w:rsidR="001F3FD6" w:rsidRDefault="001F3FD6" w:rsidP="00BF6B0C">
      <w:pPr>
        <w:pStyle w:val="ListParagraph"/>
        <w:spacing w:after="0" w:line="240" w:lineRule="auto"/>
      </w:pPr>
    </w:p>
    <w:p w:rsidR="001F3FD6" w:rsidRDefault="001F3FD6" w:rsidP="00BF6B0C">
      <w:pPr>
        <w:pStyle w:val="ListParagraph"/>
        <w:spacing w:after="0" w:line="240" w:lineRule="auto"/>
      </w:pPr>
    </w:p>
    <w:p w:rsidR="001F3FD6" w:rsidRDefault="001F3FD6" w:rsidP="00BF6B0C">
      <w:pPr>
        <w:pStyle w:val="ListParagraph"/>
        <w:spacing w:after="0" w:line="240" w:lineRule="auto"/>
        <w:ind w:left="3552" w:firstLine="696"/>
      </w:pPr>
      <w:r>
        <w:t>Tisztelettel: Puláné Huszár Andrea</w:t>
      </w:r>
    </w:p>
    <w:p w:rsidR="001F3FD6" w:rsidRDefault="001F3FD6" w:rsidP="00BF6B0C">
      <w:pPr>
        <w:pStyle w:val="ListParagraph"/>
        <w:spacing w:after="0" w:line="240" w:lineRule="auto"/>
        <w:ind w:left="4968"/>
      </w:pPr>
      <w:r>
        <w:t xml:space="preserve">         művelődésszervező</w:t>
      </w:r>
    </w:p>
    <w:p w:rsidR="001F3FD6" w:rsidRDefault="001F3FD6"/>
    <w:sectPr w:rsidR="001F3FD6" w:rsidSect="009C7A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FD6" w:rsidRDefault="001F3FD6" w:rsidP="0064321A">
      <w:pPr>
        <w:spacing w:after="0" w:line="240" w:lineRule="auto"/>
      </w:pPr>
      <w:r>
        <w:separator/>
      </w:r>
    </w:p>
  </w:endnote>
  <w:endnote w:type="continuationSeparator" w:id="0">
    <w:p w:rsidR="001F3FD6" w:rsidRDefault="001F3FD6" w:rsidP="00643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FD6" w:rsidRDefault="001F3FD6" w:rsidP="0064321A">
    <w:pPr>
      <w:pStyle w:val="Footer"/>
      <w:ind w:firstLine="4248"/>
    </w:pPr>
    <w:fldSimple w:instr=" PAGE   \* MERGEFORMAT ">
      <w:r>
        <w:rPr>
          <w:noProof/>
        </w:rPr>
        <w:t>4</w:t>
      </w:r>
    </w:fldSimple>
  </w:p>
  <w:p w:rsidR="001F3FD6" w:rsidRDefault="001F3F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FD6" w:rsidRDefault="001F3FD6" w:rsidP="0064321A">
      <w:pPr>
        <w:spacing w:after="0" w:line="240" w:lineRule="auto"/>
      </w:pPr>
      <w:r>
        <w:separator/>
      </w:r>
    </w:p>
  </w:footnote>
  <w:footnote w:type="continuationSeparator" w:id="0">
    <w:p w:rsidR="001F3FD6" w:rsidRDefault="001F3FD6" w:rsidP="00643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D16E7"/>
    <w:multiLevelType w:val="hybridMultilevel"/>
    <w:tmpl w:val="866A21C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31D20B1C"/>
    <w:multiLevelType w:val="hybridMultilevel"/>
    <w:tmpl w:val="C40EFCB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>
    <w:nsid w:val="57B75459"/>
    <w:multiLevelType w:val="hybridMultilevel"/>
    <w:tmpl w:val="12CC8666"/>
    <w:lvl w:ilvl="0" w:tplc="E20C838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7E94DD2"/>
    <w:multiLevelType w:val="hybridMultilevel"/>
    <w:tmpl w:val="603A259A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40CF"/>
    <w:rsid w:val="00083C69"/>
    <w:rsid w:val="000C2B40"/>
    <w:rsid w:val="001247C4"/>
    <w:rsid w:val="00136440"/>
    <w:rsid w:val="001D5F6F"/>
    <w:rsid w:val="001F3FD6"/>
    <w:rsid w:val="003031E5"/>
    <w:rsid w:val="0030759B"/>
    <w:rsid w:val="004042F8"/>
    <w:rsid w:val="00411629"/>
    <w:rsid w:val="00471CAF"/>
    <w:rsid w:val="00517C56"/>
    <w:rsid w:val="00563CC0"/>
    <w:rsid w:val="005702D8"/>
    <w:rsid w:val="00580A1C"/>
    <w:rsid w:val="005B0E65"/>
    <w:rsid w:val="005B6B1C"/>
    <w:rsid w:val="005D1DE3"/>
    <w:rsid w:val="005F669F"/>
    <w:rsid w:val="0064321A"/>
    <w:rsid w:val="0067075A"/>
    <w:rsid w:val="006C2DDC"/>
    <w:rsid w:val="009119B2"/>
    <w:rsid w:val="00911B63"/>
    <w:rsid w:val="0094640C"/>
    <w:rsid w:val="009C7ABE"/>
    <w:rsid w:val="009E70C5"/>
    <w:rsid w:val="00A26C4E"/>
    <w:rsid w:val="00A5685C"/>
    <w:rsid w:val="00A935DF"/>
    <w:rsid w:val="00AB5B81"/>
    <w:rsid w:val="00B611C5"/>
    <w:rsid w:val="00B7285B"/>
    <w:rsid w:val="00B97639"/>
    <w:rsid w:val="00BA77F3"/>
    <w:rsid w:val="00BF6B0C"/>
    <w:rsid w:val="00C31429"/>
    <w:rsid w:val="00D80551"/>
    <w:rsid w:val="00DA40CF"/>
    <w:rsid w:val="00E86930"/>
    <w:rsid w:val="00EA40E9"/>
    <w:rsid w:val="00F00E5A"/>
    <w:rsid w:val="00F045B1"/>
    <w:rsid w:val="00F739A3"/>
    <w:rsid w:val="00FB5380"/>
    <w:rsid w:val="00FC3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ABE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B5B81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B5B81"/>
    <w:rPr>
      <w:rFonts w:ascii="Cambria" w:hAnsi="Cambria" w:cs="Cambria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99"/>
    <w:qFormat/>
    <w:rsid w:val="00DA40CF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643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321A"/>
  </w:style>
  <w:style w:type="paragraph" w:styleId="Footer">
    <w:name w:val="footer"/>
    <w:basedOn w:val="Normal"/>
    <w:link w:val="FooterChar"/>
    <w:uiPriority w:val="99"/>
    <w:rsid w:val="00643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2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4</Pages>
  <Words>964</Words>
  <Characters>6658</Characters>
  <Application>Microsoft Office Outlook</Application>
  <DocSecurity>0</DocSecurity>
  <Lines>0</Lines>
  <Paragraphs>0</Paragraphs>
  <ScaleCrop>false</ScaleCrop>
  <Company>Otthon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Major Adrienn</dc:creator>
  <cp:keywords/>
  <dc:description/>
  <cp:lastModifiedBy>user</cp:lastModifiedBy>
  <cp:revision>5</cp:revision>
  <dcterms:created xsi:type="dcterms:W3CDTF">2012-06-18T11:34:00Z</dcterms:created>
  <dcterms:modified xsi:type="dcterms:W3CDTF">2012-06-18T12:08:00Z</dcterms:modified>
</cp:coreProperties>
</file>